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C2EE" w14:textId="77777777" w:rsidR="004A357F" w:rsidRPr="00B169DF" w:rsidRDefault="004A357F" w:rsidP="004A357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3EECE533" w14:textId="77777777" w:rsidR="004A357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21ACF9" w14:textId="77777777" w:rsidR="004A357F" w:rsidRPr="00B169D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F57EF6" w14:textId="77777777" w:rsidR="004A357F" w:rsidRPr="00B169DF" w:rsidRDefault="004A357F" w:rsidP="004A35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2023-28</w:t>
      </w:r>
    </w:p>
    <w:p w14:paraId="1C14672E" w14:textId="77777777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5C711F2" w14:textId="7D26D95A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2026/27; 2027/28</w:t>
      </w:r>
    </w:p>
    <w:p w14:paraId="510860A2" w14:textId="77777777" w:rsidR="004A357F" w:rsidRPr="00B169DF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96FFA06" w14:textId="77777777" w:rsidR="004A357F" w:rsidRPr="009C54AE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D7837B" w14:textId="77777777" w:rsidR="004A357F" w:rsidRPr="009C54AE" w:rsidRDefault="004A357F" w:rsidP="004A35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357F" w:rsidRPr="009C54AE" w14:paraId="5DC1365C" w14:textId="77777777" w:rsidTr="002710EF">
        <w:tc>
          <w:tcPr>
            <w:tcW w:w="2694" w:type="dxa"/>
            <w:vAlign w:val="center"/>
          </w:tcPr>
          <w:p w14:paraId="51DBF494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2A502" w14:textId="3E15714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4A357F" w:rsidRPr="009C54AE" w14:paraId="65F0908C" w14:textId="77777777" w:rsidTr="002710EF">
        <w:tc>
          <w:tcPr>
            <w:tcW w:w="2694" w:type="dxa"/>
            <w:vAlign w:val="center"/>
          </w:tcPr>
          <w:p w14:paraId="584F5258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16DB86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357F" w:rsidRPr="009C54AE" w14:paraId="1A8C9498" w14:textId="77777777" w:rsidTr="002710EF">
        <w:tc>
          <w:tcPr>
            <w:tcW w:w="2694" w:type="dxa"/>
            <w:vAlign w:val="center"/>
          </w:tcPr>
          <w:p w14:paraId="58E64837" w14:textId="77777777" w:rsidR="004A357F" w:rsidRPr="009C54AE" w:rsidRDefault="004A357F" w:rsidP="002710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6D3B67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357F" w:rsidRPr="009C54AE" w14:paraId="1F614460" w14:textId="77777777" w:rsidTr="002710EF">
        <w:tc>
          <w:tcPr>
            <w:tcW w:w="2694" w:type="dxa"/>
            <w:vAlign w:val="center"/>
          </w:tcPr>
          <w:p w14:paraId="1E2D4B3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AB0EBD" w14:textId="6D55BDE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4A357F" w:rsidRPr="009C54AE" w14:paraId="10FB5D53" w14:textId="77777777" w:rsidTr="002710EF">
        <w:tc>
          <w:tcPr>
            <w:tcW w:w="2694" w:type="dxa"/>
            <w:vAlign w:val="center"/>
          </w:tcPr>
          <w:p w14:paraId="7188D6F0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A9AA4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A357F" w:rsidRPr="009C54AE" w14:paraId="5A79EB03" w14:textId="77777777" w:rsidTr="002710EF">
        <w:tc>
          <w:tcPr>
            <w:tcW w:w="2694" w:type="dxa"/>
            <w:vAlign w:val="center"/>
          </w:tcPr>
          <w:p w14:paraId="1637E12B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C5E1F2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A357F" w:rsidRPr="009C54AE" w14:paraId="7238455E" w14:textId="77777777" w:rsidTr="002710EF">
        <w:tc>
          <w:tcPr>
            <w:tcW w:w="2694" w:type="dxa"/>
            <w:vAlign w:val="center"/>
          </w:tcPr>
          <w:p w14:paraId="1239B3B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B08DAF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A357F" w:rsidRPr="009C54AE" w14:paraId="4A5216AF" w14:textId="77777777" w:rsidTr="002710EF">
        <w:tc>
          <w:tcPr>
            <w:tcW w:w="2694" w:type="dxa"/>
            <w:vAlign w:val="center"/>
          </w:tcPr>
          <w:p w14:paraId="73CA1C55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ADEC61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A357F" w:rsidRPr="009C54AE" w14:paraId="0E286049" w14:textId="77777777" w:rsidTr="002710EF">
        <w:tc>
          <w:tcPr>
            <w:tcW w:w="2694" w:type="dxa"/>
            <w:vAlign w:val="center"/>
          </w:tcPr>
          <w:p w14:paraId="4A3D226C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5E63D3" w14:textId="329D1DBA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V semestr VII; VIII; IX; X</w:t>
            </w:r>
          </w:p>
        </w:tc>
      </w:tr>
      <w:tr w:rsidR="004A357F" w:rsidRPr="009C54AE" w14:paraId="63683FE6" w14:textId="77777777" w:rsidTr="002710EF">
        <w:tc>
          <w:tcPr>
            <w:tcW w:w="2694" w:type="dxa"/>
            <w:vAlign w:val="center"/>
          </w:tcPr>
          <w:p w14:paraId="3E0280B3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102501" w14:textId="5BA7D78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A357F" w:rsidRPr="009C54AE" w14:paraId="2515B869" w14:textId="77777777" w:rsidTr="002710EF">
        <w:tc>
          <w:tcPr>
            <w:tcW w:w="2694" w:type="dxa"/>
            <w:vAlign w:val="center"/>
          </w:tcPr>
          <w:p w14:paraId="31683EA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38B21D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A357F" w:rsidRPr="009C54AE" w14:paraId="17CF2826" w14:textId="77777777" w:rsidTr="002710EF">
        <w:tc>
          <w:tcPr>
            <w:tcW w:w="2694" w:type="dxa"/>
            <w:vAlign w:val="center"/>
          </w:tcPr>
          <w:p w14:paraId="4D505E9F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4AE8BC" w14:textId="3D32536B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A357F" w:rsidRPr="009C54AE" w14:paraId="44FB437B" w14:textId="77777777" w:rsidTr="002710EF">
        <w:tc>
          <w:tcPr>
            <w:tcW w:w="2694" w:type="dxa"/>
            <w:vAlign w:val="center"/>
          </w:tcPr>
          <w:p w14:paraId="014407F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F206CA" w14:textId="114EB870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Instytutu Nauk Prawnych zgodnie z obciążeniami w danym roku akademickim</w:t>
            </w:r>
          </w:p>
        </w:tc>
      </w:tr>
    </w:tbl>
    <w:p w14:paraId="7658B1B1" w14:textId="77777777" w:rsidR="004A357F" w:rsidRPr="009C54AE" w:rsidRDefault="004A357F" w:rsidP="004A35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38B10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7ED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579F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BE67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D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6161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8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E2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3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A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D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6A0D" w:rsidRPr="009C54AE" w14:paraId="04FCAB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CD9" w14:textId="15F79C3D" w:rsidR="00EE6A0D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183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2E6C" w14:textId="16BC2034" w:rsidR="00EE6A0D" w:rsidRPr="009C54AE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387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CA4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860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3632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07D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75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295" w14:textId="19427193" w:rsidR="00EE6A0D" w:rsidRPr="000B1F68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9C54AE" w14:paraId="134F3E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491" w14:textId="4929F638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1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55FD" w14:textId="45AE88A6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9F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E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C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B65" w14:textId="40DD6204" w:rsidR="00015B8F" w:rsidRPr="009C54AE" w:rsidRDefault="000B1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3FC7D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5AE" w14:textId="63F38C4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3F3" w14:textId="6AFCE35A" w:rsidR="0030395F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2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F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0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DA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8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1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0B7C" w14:textId="5519F1F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6A0D" w:rsidRPr="009C54AE" w14:paraId="1F391B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AE8" w14:textId="26CC11C1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22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D" w14:textId="708539BD" w:rsidR="00EE6A0D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88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E7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65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1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E8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D41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986" w14:textId="51F24A4F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85AD4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3A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6EC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3EB365" w14:textId="249AC942" w:rsidR="0085747A" w:rsidRPr="009C54AE" w:rsidRDefault="00EE6A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+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74DC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16D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070D6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9F42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907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3493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5B61B3" w14:textId="77777777" w:rsidTr="00745302">
        <w:tc>
          <w:tcPr>
            <w:tcW w:w="9670" w:type="dxa"/>
          </w:tcPr>
          <w:p w14:paraId="1D1A8B36" w14:textId="435BB825" w:rsidR="0085747A" w:rsidRPr="009C54AE" w:rsidRDefault="00362A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14:paraId="32BFC3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1BD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871D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947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97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2C4BF2" w14:textId="77777777" w:rsidTr="00923D7D">
        <w:tc>
          <w:tcPr>
            <w:tcW w:w="851" w:type="dxa"/>
            <w:vAlign w:val="center"/>
          </w:tcPr>
          <w:p w14:paraId="636374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68AFC7" w14:textId="6BB58F00" w:rsidR="0085747A" w:rsidRPr="00796D80" w:rsidRDefault="00EF0A2B" w:rsidP="00796D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85747A" w:rsidRPr="009C54AE" w14:paraId="59E96DDE" w14:textId="77777777" w:rsidTr="00923D7D">
        <w:tc>
          <w:tcPr>
            <w:tcW w:w="851" w:type="dxa"/>
            <w:vAlign w:val="center"/>
          </w:tcPr>
          <w:p w14:paraId="7E6A570E" w14:textId="6F4C668D" w:rsidR="0085747A" w:rsidRPr="009C54AE" w:rsidRDefault="00796D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9AB39D" w14:textId="11D4ECED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="0085747A" w:rsidRPr="009C54AE" w14:paraId="165C5346" w14:textId="77777777" w:rsidTr="00923D7D">
        <w:tc>
          <w:tcPr>
            <w:tcW w:w="851" w:type="dxa"/>
            <w:vAlign w:val="center"/>
          </w:tcPr>
          <w:p w14:paraId="6B28C3B3" w14:textId="6A490AA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89301" w14:textId="207A2979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796D80" w:rsidRPr="009C54AE" w14:paraId="7735074B" w14:textId="77777777" w:rsidTr="00923D7D">
        <w:tc>
          <w:tcPr>
            <w:tcW w:w="851" w:type="dxa"/>
            <w:vAlign w:val="center"/>
          </w:tcPr>
          <w:p w14:paraId="4042497B" w14:textId="59EC4112" w:rsidR="00796D80" w:rsidRPr="009C54AE" w:rsidRDefault="00796D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09DB76" w14:textId="14E43514" w:rsidR="00796D80" w:rsidRDefault="00796D80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F3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34F1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2C89C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29B4DA7F" w14:textId="77777777" w:rsidTr="0071620A">
        <w:tc>
          <w:tcPr>
            <w:tcW w:w="1701" w:type="dxa"/>
            <w:vAlign w:val="center"/>
          </w:tcPr>
          <w:p w14:paraId="0CAD9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0E94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7403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574145" w14:textId="77777777" w:rsidTr="005E6E85">
        <w:tc>
          <w:tcPr>
            <w:tcW w:w="1701" w:type="dxa"/>
          </w:tcPr>
          <w:p w14:paraId="1A2F08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71E2C4" w14:textId="448E0B80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występujących na gruncie nauk 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152C74" w14:textId="7191136B" w:rsidR="0085747A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DD7685F" w14:textId="77777777" w:rsidTr="005E6E85">
        <w:tc>
          <w:tcPr>
            <w:tcW w:w="1701" w:type="dxa"/>
          </w:tcPr>
          <w:p w14:paraId="026F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8041A65" w14:textId="117C3908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                   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07544A5" w14:textId="221DB25F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1DDF6E6" w14:textId="77777777" w:rsidTr="005E6E85">
        <w:tc>
          <w:tcPr>
            <w:tcW w:w="1701" w:type="dxa"/>
          </w:tcPr>
          <w:p w14:paraId="2BCBFD39" w14:textId="357899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BE3F16" w14:textId="65A49024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                  i europejskiego systemu prawa, relacji pomiędzy prawem UE a prawem polskim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C86FE7D" w14:textId="0993EB6E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9519B" w:rsidRPr="009C54AE" w14:paraId="598A50EE" w14:textId="77777777" w:rsidTr="005E6E85">
        <w:tc>
          <w:tcPr>
            <w:tcW w:w="1701" w:type="dxa"/>
          </w:tcPr>
          <w:p w14:paraId="42BAB196" w14:textId="36416E3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F3B92B9" w14:textId="753AA3A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B7884C4" w14:textId="11F971B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9519B" w:rsidRPr="009C54AE" w14:paraId="4986AFDD" w14:textId="77777777" w:rsidTr="005E6E85">
        <w:tc>
          <w:tcPr>
            <w:tcW w:w="1701" w:type="dxa"/>
          </w:tcPr>
          <w:p w14:paraId="0B37D184" w14:textId="6BFD1D3D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6D680D" w14:textId="65A5DB38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3B3DB648" w14:textId="11832DF1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9519B" w:rsidRPr="009C54AE" w14:paraId="0E356A93" w14:textId="77777777" w:rsidTr="005E6E85">
        <w:tc>
          <w:tcPr>
            <w:tcW w:w="1701" w:type="dxa"/>
          </w:tcPr>
          <w:p w14:paraId="231041E7" w14:textId="498F2CF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1BCF5A9" w14:textId="6D13B0C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prawnego;</w:t>
            </w:r>
          </w:p>
        </w:tc>
        <w:tc>
          <w:tcPr>
            <w:tcW w:w="1873" w:type="dxa"/>
          </w:tcPr>
          <w:p w14:paraId="09293DD3" w14:textId="251DAA7F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E9519B" w:rsidRPr="009C54AE" w14:paraId="12266299" w14:textId="77777777" w:rsidTr="005E6E85">
        <w:tc>
          <w:tcPr>
            <w:tcW w:w="1701" w:type="dxa"/>
          </w:tcPr>
          <w:p w14:paraId="64558175" w14:textId="124E2F18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F54633C" w14:textId="0BDC15BF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</w:tcPr>
          <w:p w14:paraId="236FC6B2" w14:textId="6A399463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E9519B" w:rsidRPr="009C54AE" w14:paraId="2CE0666E" w14:textId="77777777" w:rsidTr="005E6E85">
        <w:tc>
          <w:tcPr>
            <w:tcW w:w="1701" w:type="dxa"/>
          </w:tcPr>
          <w:p w14:paraId="66C5F474" w14:textId="0651FC56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33FF436" w14:textId="4140463A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73" w:type="dxa"/>
          </w:tcPr>
          <w:p w14:paraId="57888EF0" w14:textId="019B3CD6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E9519B" w:rsidRPr="009C54AE" w14:paraId="6C31CB00" w14:textId="77777777" w:rsidTr="005E6E85">
        <w:tc>
          <w:tcPr>
            <w:tcW w:w="1701" w:type="dxa"/>
          </w:tcPr>
          <w:p w14:paraId="76D616BE" w14:textId="42D7AADC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0E3374AE" w14:textId="4665C432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7100236" w14:textId="0E338DD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E9519B" w:rsidRPr="009C54AE" w14:paraId="6AB00347" w14:textId="77777777" w:rsidTr="005E6E85">
        <w:tc>
          <w:tcPr>
            <w:tcW w:w="1701" w:type="dxa"/>
          </w:tcPr>
          <w:p w14:paraId="53768315" w14:textId="4208B2A9" w:rsidR="00DD496D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48F94F9" w14:textId="5003D2E1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352CDDB" w14:textId="482A59E8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49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D496D" w:rsidRPr="009C54AE" w14:paraId="5BBE9262" w14:textId="77777777" w:rsidTr="005E6E85">
        <w:tc>
          <w:tcPr>
            <w:tcW w:w="1701" w:type="dxa"/>
          </w:tcPr>
          <w:p w14:paraId="45D3381C" w14:textId="0272330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1C612A" w14:textId="7D8F8A1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02C85DAE" w14:textId="36EB7853" w:rsidR="00DD496D" w:rsidRPr="00EF0A2B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1BA3BA38" w14:textId="77777777" w:rsidTr="005E6E85">
        <w:tc>
          <w:tcPr>
            <w:tcW w:w="1701" w:type="dxa"/>
          </w:tcPr>
          <w:p w14:paraId="15ED8416" w14:textId="241F27A3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3F1102A" w14:textId="32DEAFE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73" w:type="dxa"/>
          </w:tcPr>
          <w:p w14:paraId="620602BB" w14:textId="2AC75443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B0A27DE" w14:textId="77777777" w:rsidTr="005E6E85">
        <w:tc>
          <w:tcPr>
            <w:tcW w:w="1701" w:type="dxa"/>
          </w:tcPr>
          <w:p w14:paraId="5996097E" w14:textId="560B499C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F70DDF" w14:textId="609E644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FDC21D0" w14:textId="109201F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089EC040" w14:textId="77777777" w:rsidTr="005E6E85">
        <w:tc>
          <w:tcPr>
            <w:tcW w:w="1701" w:type="dxa"/>
          </w:tcPr>
          <w:p w14:paraId="3415863F" w14:textId="14711D26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CBE5FF" w14:textId="21049341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73" w:type="dxa"/>
          </w:tcPr>
          <w:p w14:paraId="01432994" w14:textId="7ACE2BC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12642290" w14:textId="77777777" w:rsidTr="005E6E85">
        <w:tc>
          <w:tcPr>
            <w:tcW w:w="1701" w:type="dxa"/>
          </w:tcPr>
          <w:p w14:paraId="23DBDCAE" w14:textId="46FBE95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4ADD12F" w14:textId="0B0C353A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</w:tcPr>
          <w:p w14:paraId="5B3EC6F9" w14:textId="5AFD6BA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D496D" w:rsidRPr="009C54AE" w14:paraId="797EC890" w14:textId="77777777" w:rsidTr="005E6E85">
        <w:tc>
          <w:tcPr>
            <w:tcW w:w="1701" w:type="dxa"/>
          </w:tcPr>
          <w:p w14:paraId="16412E87" w14:textId="3B92BA15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A2A198" w14:textId="751B0339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</w:tcPr>
          <w:p w14:paraId="431E3908" w14:textId="3BBF9BE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D496D" w:rsidRPr="009C54AE" w14:paraId="72A3DF8D" w14:textId="77777777" w:rsidTr="005E6E85">
        <w:tc>
          <w:tcPr>
            <w:tcW w:w="1701" w:type="dxa"/>
          </w:tcPr>
          <w:p w14:paraId="3213D03F" w14:textId="1CE36554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3D28DE66" w14:textId="0C79DA6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3E8BCE7" w14:textId="7F707749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D496D" w:rsidRPr="009C54AE" w14:paraId="279EC47E" w14:textId="77777777" w:rsidTr="005E6E85">
        <w:tc>
          <w:tcPr>
            <w:tcW w:w="1701" w:type="dxa"/>
          </w:tcPr>
          <w:p w14:paraId="6D80A39B" w14:textId="06DECB40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B115183" w14:textId="7F0CE633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i problemów prawnych za P7S_UW pomocą odpowiednio dobranych metod, narzędzi oraz zaawansowanych technik informacyjno-komunikacyjnych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271177B" w14:textId="73432F3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DD496D" w:rsidRPr="009C54AE" w14:paraId="7709C5C5" w14:textId="77777777" w:rsidTr="005E6E85">
        <w:tc>
          <w:tcPr>
            <w:tcW w:w="1701" w:type="dxa"/>
          </w:tcPr>
          <w:p w14:paraId="4F6650A6" w14:textId="3289FD4A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330D1CA" w14:textId="40B3D1BB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Zna jeden z wybranych języków obcych (w tym także w zakresie języka prawniczego) zgodnie z wymaganiami określonymi dla poziomu B2+ Europejskiego Systemu Opisu Kształcenia Językowego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2ECF1ED" w14:textId="5C63CB9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55CAC77F" w14:textId="77777777" w:rsidTr="005E6E85">
        <w:tc>
          <w:tcPr>
            <w:tcW w:w="1701" w:type="dxa"/>
          </w:tcPr>
          <w:p w14:paraId="2B586122" w14:textId="47FDF50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78932F30" w14:textId="4A1C3A4F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863C79" w14:textId="63D4DA5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C442E0F" w14:textId="77777777" w:rsidTr="005E6E85">
        <w:tc>
          <w:tcPr>
            <w:tcW w:w="1701" w:type="dxa"/>
          </w:tcPr>
          <w:p w14:paraId="45F8D7AC" w14:textId="7305392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676AC56" w14:textId="47CAF890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</w:tcPr>
          <w:p w14:paraId="41BE4AB1" w14:textId="458B2D8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1858024D" w14:textId="77777777" w:rsidTr="005E6E85">
        <w:tc>
          <w:tcPr>
            <w:tcW w:w="1701" w:type="dxa"/>
          </w:tcPr>
          <w:p w14:paraId="5A0209C1" w14:textId="3B5CA5B2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B3D0DCD" w14:textId="0B95408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problemów;</w:t>
            </w:r>
          </w:p>
        </w:tc>
        <w:tc>
          <w:tcPr>
            <w:tcW w:w="1873" w:type="dxa"/>
          </w:tcPr>
          <w:p w14:paraId="10473F67" w14:textId="0D68A3BA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DD496D" w:rsidRPr="009C54AE" w14:paraId="62C19782" w14:textId="77777777" w:rsidTr="005E6E85">
        <w:tc>
          <w:tcPr>
            <w:tcW w:w="1701" w:type="dxa"/>
          </w:tcPr>
          <w:p w14:paraId="67C86683" w14:textId="4A9073DF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3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E11AC33" w14:textId="45445C38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 nabyte umiejętności z uwzględnieniem ich interdyscyplinarnego wymiaru;</w:t>
            </w:r>
          </w:p>
        </w:tc>
        <w:tc>
          <w:tcPr>
            <w:tcW w:w="1873" w:type="dxa"/>
          </w:tcPr>
          <w:p w14:paraId="5707D6A0" w14:textId="238A9AED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4DBA7301" w14:textId="77777777" w:rsidTr="005E6E85">
        <w:tc>
          <w:tcPr>
            <w:tcW w:w="1701" w:type="dxa"/>
          </w:tcPr>
          <w:p w14:paraId="6293EC72" w14:textId="34481716" w:rsidR="00DD496D" w:rsidRPr="00030942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6096" w:type="dxa"/>
          </w:tcPr>
          <w:p w14:paraId="5FE2CB65" w14:textId="6277AA4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AA1D6CF" w14:textId="79FCEDD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D496D" w:rsidRPr="009C54AE" w14:paraId="59B36797" w14:textId="77777777" w:rsidTr="005E6E85">
        <w:tc>
          <w:tcPr>
            <w:tcW w:w="1701" w:type="dxa"/>
          </w:tcPr>
          <w:p w14:paraId="007CD4BA" w14:textId="4387671D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FF981EA" w14:textId="19615BD7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F9DD81" w14:textId="3A609B74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7B55A8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293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8C1E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873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0AE6" w14:textId="77777777" w:rsidTr="00923D7D">
        <w:tc>
          <w:tcPr>
            <w:tcW w:w="9639" w:type="dxa"/>
          </w:tcPr>
          <w:p w14:paraId="423633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8368E3" w14:textId="77777777" w:rsidTr="00923D7D">
        <w:tc>
          <w:tcPr>
            <w:tcW w:w="9639" w:type="dxa"/>
          </w:tcPr>
          <w:p w14:paraId="56A5D90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E29D32" w14:textId="77777777" w:rsidTr="00923D7D">
        <w:tc>
          <w:tcPr>
            <w:tcW w:w="9639" w:type="dxa"/>
          </w:tcPr>
          <w:p w14:paraId="535B9E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AC67683" w14:textId="77777777" w:rsidTr="00923D7D">
        <w:tc>
          <w:tcPr>
            <w:tcW w:w="9639" w:type="dxa"/>
          </w:tcPr>
          <w:p w14:paraId="1CB5854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BD86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1F4CD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6B66B19" w14:textId="77777777" w:rsidR="00634430" w:rsidRPr="009C54AE" w:rsidRDefault="00634430" w:rsidP="0063443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4430" w:rsidRPr="008D3586" w14:paraId="1D7297A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A4F" w14:textId="77777777" w:rsidR="00634430" w:rsidRPr="008D3586" w:rsidRDefault="00634430" w:rsidP="002710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1133F17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5556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  <w:p w14:paraId="0FA39265" w14:textId="77777777" w:rsidR="00634430" w:rsidRPr="008D3586" w:rsidRDefault="00634430" w:rsidP="002710EF">
            <w:pPr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  <w:tr w:rsidR="00634430" w:rsidRPr="008D3586" w14:paraId="3CADDA61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56C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634430" w:rsidRPr="008D3586" w14:paraId="28E1F50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47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4A1CFFDE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7059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634430" w:rsidRPr="008D3586" w14:paraId="2B33C2EA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31A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634430" w:rsidRPr="008D3586" w14:paraId="75F5841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602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634430" w:rsidRPr="008D3586" w14:paraId="55BAB3C4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9E6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634430" w:rsidRPr="008D3586" w14:paraId="708A585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3FA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634430" w:rsidRPr="008D3586" w14:paraId="4D9862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323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634430" w:rsidRPr="008D3586" w14:paraId="2D0FBEC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998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634430" w:rsidRPr="008D3586" w14:paraId="68AC8CF7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A01E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634430" w:rsidRPr="008D3586" w14:paraId="6EA990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6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14:paraId="4E7926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AFE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79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C47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3F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A2B953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50848C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9DCE66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804E78" w14:textId="77777777" w:rsidR="0085747A" w:rsidRPr="009C54AE" w:rsidRDefault="0085747A" w:rsidP="005B3A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74F22E4" w14:textId="3DB9F38D" w:rsidR="00E960BB" w:rsidRPr="00796D80" w:rsidRDefault="00796D80" w:rsidP="005B3A1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14:paraId="4D2915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65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BB4D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234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FBD4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365A22" w14:textId="77777777" w:rsidTr="00796D80">
        <w:tc>
          <w:tcPr>
            <w:tcW w:w="1962" w:type="dxa"/>
            <w:vAlign w:val="center"/>
          </w:tcPr>
          <w:p w14:paraId="7D19AB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C923D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708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5176E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4AF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BC3BD62" w14:textId="77777777" w:rsidTr="00796D80">
        <w:tc>
          <w:tcPr>
            <w:tcW w:w="1962" w:type="dxa"/>
          </w:tcPr>
          <w:p w14:paraId="762C9A26" w14:textId="41A265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="00796D80" w:rsidRPr="009C54AE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14:paraId="28228ECE" w14:textId="002E26F2" w:rsidR="0085747A" w:rsidRPr="00796D80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CD36FF" w14:textId="5443795E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67D6AA9E" w14:textId="77777777" w:rsidTr="00796D80">
        <w:tc>
          <w:tcPr>
            <w:tcW w:w="1962" w:type="dxa"/>
          </w:tcPr>
          <w:p w14:paraId="4F455641" w14:textId="495B8349" w:rsidR="0085747A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14:paraId="320AECFB" w14:textId="4A10ADE6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14:paraId="68322C34" w14:textId="372E6845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96D80" w:rsidRPr="009C54AE" w14:paraId="2DD8EBB9" w14:textId="77777777" w:rsidTr="00796D80">
        <w:tc>
          <w:tcPr>
            <w:tcW w:w="1962" w:type="dxa"/>
          </w:tcPr>
          <w:p w14:paraId="272986E3" w14:textId="7EE15A11" w:rsidR="00796D80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14:paraId="7F286A5C" w14:textId="35BC928D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14:paraId="4C853898" w14:textId="0E1C9A30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15C668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668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6AD2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00A57D" w14:textId="77777777" w:rsidTr="00923D7D">
        <w:tc>
          <w:tcPr>
            <w:tcW w:w="9670" w:type="dxa"/>
          </w:tcPr>
          <w:p w14:paraId="2A12DAE8" w14:textId="1453AA29" w:rsidR="007E5F39" w:rsidRPr="007E5F39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Forma zakończenia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6C822B" w14:textId="0CBBE616" w:rsidR="007E5F39" w:rsidRPr="007E5F39" w:rsidRDefault="007E5F39" w:rsidP="007E6C1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14:paraId="2E3D9EC5" w14:textId="25907E91" w:rsidR="0085747A" w:rsidRPr="009C54AE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CD96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1E1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24E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15DC7B3" w14:textId="77777777" w:rsidTr="003E1941">
        <w:tc>
          <w:tcPr>
            <w:tcW w:w="4962" w:type="dxa"/>
            <w:vAlign w:val="center"/>
          </w:tcPr>
          <w:p w14:paraId="26BECD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D909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9E7524" w14:textId="77777777" w:rsidTr="00923D7D">
        <w:tc>
          <w:tcPr>
            <w:tcW w:w="4962" w:type="dxa"/>
          </w:tcPr>
          <w:p w14:paraId="25C2DD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FAF6ABC" w14:textId="0204797A" w:rsidR="0085747A" w:rsidRPr="009C54AE" w:rsidRDefault="00634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C61DC5" w:rsidRPr="009C54AE" w14:paraId="6D7C1C21" w14:textId="77777777" w:rsidTr="00923D7D">
        <w:tc>
          <w:tcPr>
            <w:tcW w:w="4962" w:type="dxa"/>
          </w:tcPr>
          <w:p w14:paraId="2500C9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30FC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459BF0" w14:textId="63D1BDFD" w:rsidR="00C61DC5" w:rsidRPr="009C54AE" w:rsidRDefault="00634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C61DC5" w:rsidRPr="009C54AE" w14:paraId="23CE5A02" w14:textId="77777777" w:rsidTr="00923D7D">
        <w:tc>
          <w:tcPr>
            <w:tcW w:w="4962" w:type="dxa"/>
          </w:tcPr>
          <w:p w14:paraId="4D5004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DA5B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9C8F0" w14:textId="7312D6B4" w:rsidR="00C61DC5" w:rsidRPr="009C54AE" w:rsidRDefault="00497C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4430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18D798FB" w14:textId="77777777" w:rsidTr="00923D7D">
        <w:tc>
          <w:tcPr>
            <w:tcW w:w="4962" w:type="dxa"/>
          </w:tcPr>
          <w:p w14:paraId="3E5FC8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A58B22" w14:textId="5DE0BC0D" w:rsidR="0085747A" w:rsidRPr="009C54AE" w:rsidRDefault="006038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6E0AE901" w14:textId="77777777" w:rsidTr="00923D7D">
        <w:tc>
          <w:tcPr>
            <w:tcW w:w="4962" w:type="dxa"/>
          </w:tcPr>
          <w:p w14:paraId="221491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2FFD09" w14:textId="6BFA18B6" w:rsidR="0085747A" w:rsidRPr="009C54AE" w:rsidRDefault="00AE0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3399C8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9C31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0FD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B7C3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C37225" w14:textId="77777777" w:rsidTr="0071620A">
        <w:trPr>
          <w:trHeight w:val="397"/>
        </w:trPr>
        <w:tc>
          <w:tcPr>
            <w:tcW w:w="3544" w:type="dxa"/>
          </w:tcPr>
          <w:p w14:paraId="3CE34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39D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421BEA" w14:textId="77777777" w:rsidTr="0071620A">
        <w:trPr>
          <w:trHeight w:val="397"/>
        </w:trPr>
        <w:tc>
          <w:tcPr>
            <w:tcW w:w="3544" w:type="dxa"/>
          </w:tcPr>
          <w:p w14:paraId="44FEE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6B1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35B5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DFEA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9E81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EB0128" w14:textId="77777777" w:rsidTr="0071620A">
        <w:trPr>
          <w:trHeight w:val="397"/>
        </w:trPr>
        <w:tc>
          <w:tcPr>
            <w:tcW w:w="7513" w:type="dxa"/>
          </w:tcPr>
          <w:p w14:paraId="661EFB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24E209" w14:textId="77777777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Creswell J.W., 2013. Projektowanie badań naukowych – metody jakościowe, ilościowe i mieszane Wydawnictwo UJ. Kraków. </w:t>
            </w:r>
          </w:p>
          <w:p w14:paraId="4A003D86" w14:textId="79F42CB2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Nachmias Ch., D., Metody badawcze w naukach społecznych, Zysk i S-ka Wydawnictwo S.C., Poznań 2001</w:t>
            </w:r>
            <w:r w:rsidR="00605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9D707" w14:textId="60D4C9A8" w:rsidR="00497C1A" w:rsidRPr="009C54AE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85747A" w:rsidRPr="009C54AE" w14:paraId="5CA8BF38" w14:textId="77777777" w:rsidTr="0071620A">
        <w:trPr>
          <w:trHeight w:val="397"/>
        </w:trPr>
        <w:tc>
          <w:tcPr>
            <w:tcW w:w="7513" w:type="dxa"/>
          </w:tcPr>
          <w:p w14:paraId="396373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983EAA" w14:textId="2EF6D8AB" w:rsidR="0060597E" w:rsidRPr="0060597E" w:rsidRDefault="0060597E" w:rsidP="0060597E">
            <w:pPr>
              <w:pStyle w:val="Punktygwne"/>
              <w:numPr>
                <w:ilvl w:val="0"/>
                <w:numId w:val="3"/>
              </w:numPr>
              <w:spacing w:before="0" w:after="0"/>
              <w:ind w:left="198" w:hanging="198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Pieter, Ogólna metodologia pracy naukowej, Wrocław-Warszawa-Kraków 1967.</w:t>
            </w:r>
          </w:p>
        </w:tc>
      </w:tr>
    </w:tbl>
    <w:p w14:paraId="50BCC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2C1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BC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D9D5F" w14:textId="77777777" w:rsidR="00237835" w:rsidRDefault="00237835" w:rsidP="00C16ABF">
      <w:pPr>
        <w:spacing w:after="0" w:line="240" w:lineRule="auto"/>
      </w:pPr>
      <w:r>
        <w:separator/>
      </w:r>
    </w:p>
  </w:endnote>
  <w:endnote w:type="continuationSeparator" w:id="0">
    <w:p w14:paraId="445D4DE4" w14:textId="77777777" w:rsidR="00237835" w:rsidRDefault="002378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1258B" w14:textId="77777777" w:rsidR="00237835" w:rsidRDefault="00237835" w:rsidP="00C16ABF">
      <w:pPr>
        <w:spacing w:after="0" w:line="240" w:lineRule="auto"/>
      </w:pPr>
      <w:r>
        <w:separator/>
      </w:r>
    </w:p>
  </w:footnote>
  <w:footnote w:type="continuationSeparator" w:id="0">
    <w:p w14:paraId="212BEA77" w14:textId="77777777" w:rsidR="00237835" w:rsidRDefault="00237835" w:rsidP="00C16ABF">
      <w:pPr>
        <w:spacing w:after="0" w:line="240" w:lineRule="auto"/>
      </w:pPr>
      <w:r>
        <w:continuationSeparator/>
      </w:r>
    </w:p>
  </w:footnote>
  <w:footnote w:id="1">
    <w:p w14:paraId="7598BE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7D4"/>
    <w:multiLevelType w:val="hybridMultilevel"/>
    <w:tmpl w:val="752E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46478">
    <w:abstractNumId w:val="1"/>
  </w:num>
  <w:num w:numId="2" w16cid:durableId="1544440182">
    <w:abstractNumId w:val="2"/>
  </w:num>
  <w:num w:numId="3" w16cid:durableId="1898835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94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68"/>
    <w:rsid w:val="000B28EE"/>
    <w:rsid w:val="000B3E37"/>
    <w:rsid w:val="000C637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835"/>
    <w:rsid w:val="0024028F"/>
    <w:rsid w:val="00242DD6"/>
    <w:rsid w:val="00244ABC"/>
    <w:rsid w:val="00250D2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90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A29"/>
    <w:rsid w:val="00363F78"/>
    <w:rsid w:val="003664CA"/>
    <w:rsid w:val="003A0A5B"/>
    <w:rsid w:val="003A1176"/>
    <w:rsid w:val="003C0BAE"/>
    <w:rsid w:val="003C0EB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DCF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57F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1A"/>
    <w:rsid w:val="005C080F"/>
    <w:rsid w:val="005C55E5"/>
    <w:rsid w:val="005C696A"/>
    <w:rsid w:val="005E6E85"/>
    <w:rsid w:val="005F31D2"/>
    <w:rsid w:val="006038FF"/>
    <w:rsid w:val="0060597E"/>
    <w:rsid w:val="0061029B"/>
    <w:rsid w:val="00617230"/>
    <w:rsid w:val="00621CE1"/>
    <w:rsid w:val="0062698C"/>
    <w:rsid w:val="00627FC9"/>
    <w:rsid w:val="0063443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E6E"/>
    <w:rsid w:val="007C3299"/>
    <w:rsid w:val="007C3BCC"/>
    <w:rsid w:val="007C4546"/>
    <w:rsid w:val="007D6E56"/>
    <w:rsid w:val="007E5F39"/>
    <w:rsid w:val="007E6C1F"/>
    <w:rsid w:val="007F4155"/>
    <w:rsid w:val="0081554D"/>
    <w:rsid w:val="0081707E"/>
    <w:rsid w:val="008449B3"/>
    <w:rsid w:val="008552A2"/>
    <w:rsid w:val="0085747A"/>
    <w:rsid w:val="00884922"/>
    <w:rsid w:val="00885F64"/>
    <w:rsid w:val="008864B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D4"/>
    <w:rsid w:val="00916188"/>
    <w:rsid w:val="00923D7D"/>
    <w:rsid w:val="009508DF"/>
    <w:rsid w:val="00950DAC"/>
    <w:rsid w:val="00954A07"/>
    <w:rsid w:val="00997F14"/>
    <w:rsid w:val="009A78D9"/>
    <w:rsid w:val="009C2A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C07"/>
    <w:rsid w:val="00AD66D6"/>
    <w:rsid w:val="00AE0DE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08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AA"/>
    <w:rsid w:val="00C26CB7"/>
    <w:rsid w:val="00C324C1"/>
    <w:rsid w:val="00C36992"/>
    <w:rsid w:val="00C56036"/>
    <w:rsid w:val="00C61DC5"/>
    <w:rsid w:val="00C67E92"/>
    <w:rsid w:val="00C70A26"/>
    <w:rsid w:val="00C766DF"/>
    <w:rsid w:val="00C856F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66"/>
    <w:rsid w:val="00D74119"/>
    <w:rsid w:val="00D8075B"/>
    <w:rsid w:val="00D8678B"/>
    <w:rsid w:val="00DA2114"/>
    <w:rsid w:val="00DD496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3332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63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1482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2023-10-18T14:54:00Z</dcterms:created>
  <dcterms:modified xsi:type="dcterms:W3CDTF">2023-10-18T14:54:00Z</dcterms:modified>
</cp:coreProperties>
</file>